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9D96" w14:textId="77777777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8B3EB0" w:rsidRPr="008B3EB0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1266CF6E" w14:textId="77777777" w:rsidTr="00D62E6E">
        <w:tc>
          <w:tcPr>
            <w:tcW w:w="2800" w:type="dxa"/>
          </w:tcPr>
          <w:p w14:paraId="40E84534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9B3C132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00764D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6B394F8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3CBAB3E9" w14:textId="77777777" w:rsidTr="00D62E6E">
        <w:tc>
          <w:tcPr>
            <w:tcW w:w="2800" w:type="dxa"/>
          </w:tcPr>
          <w:p w14:paraId="0D306091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13F55798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62E2F8B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4E2D2B7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194CE2E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8B3EB0" w:rsidRPr="00C14101" w14:paraId="7234CF81" w14:textId="77777777" w:rsidTr="00BD4AC7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B6A111" w14:textId="77777777" w:rsidR="008B3EB0" w:rsidRPr="00C14101" w:rsidRDefault="008B3EB0" w:rsidP="00BD4AC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0D4DC14D" w14:textId="74217FEC" w:rsidR="008B3EB0" w:rsidRPr="00C14101" w:rsidRDefault="008B3EB0" w:rsidP="00BD4AC7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8B3EB0">
              <w:rPr>
                <w:rFonts w:ascii="Arial" w:eastAsia="Times New Roman" w:hAnsi="Arial" w:cs="Arial"/>
                <w:lang w:eastAsia="pl-PL"/>
              </w:rPr>
              <w:t>(t.j. Dz. U. z 2024 poz. 1320</w:t>
            </w:r>
            <w:r w:rsidR="00BC29D7">
              <w:rPr>
                <w:rFonts w:ascii="Arial" w:eastAsia="Times New Roman" w:hAnsi="Arial" w:cs="Arial"/>
                <w:lang w:eastAsia="pl-PL"/>
              </w:rPr>
              <w:t xml:space="preserve"> ze zm.</w:t>
            </w:r>
            <w:r w:rsidRPr="008B3EB0">
              <w:rPr>
                <w:rFonts w:ascii="Arial" w:eastAsia="Times New Roman" w:hAnsi="Arial" w:cs="Arial"/>
                <w:lang w:eastAsia="pl-PL"/>
              </w:rPr>
              <w:t>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7AFD5C51" w14:textId="77777777" w:rsidR="008B3EB0" w:rsidRPr="00C14101" w:rsidRDefault="008B3EB0" w:rsidP="00BD4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64CB9C37" w14:textId="77777777" w:rsidR="008B3EB0" w:rsidRPr="00C14101" w:rsidRDefault="008B3EB0" w:rsidP="00BD4A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6F098CC9" w14:textId="77777777" w:rsidR="00BC121E" w:rsidRPr="00C14101" w:rsidRDefault="008B3EB0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12049C5D" w14:textId="77777777" w:rsidTr="00D62E6E">
        <w:tc>
          <w:tcPr>
            <w:tcW w:w="2269" w:type="dxa"/>
          </w:tcPr>
          <w:p w14:paraId="5C6ADDD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ACDBE27" w14:textId="77777777" w:rsidR="00D62E6E" w:rsidRPr="00D62E6E" w:rsidRDefault="008B3EB0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3EB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Termomodernizacja budynku Wojewódzkiego Zakładu Opieki Psychiatrycznej w Sokołówce</w:t>
            </w:r>
            <w:r w:rsidR="00D62E6E" w:rsidRPr="00D62E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B3EB0" w:rsidRPr="00D62E6E" w14:paraId="60ACC8D1" w14:textId="77777777" w:rsidTr="00BD4AC7">
        <w:tc>
          <w:tcPr>
            <w:tcW w:w="2269" w:type="dxa"/>
          </w:tcPr>
          <w:p w14:paraId="55EF461E" w14:textId="77777777" w:rsidR="008B3EB0" w:rsidRPr="00D62E6E" w:rsidRDefault="008B3EB0" w:rsidP="00BD4AC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761DECA" w14:textId="34709E73" w:rsidR="008B3EB0" w:rsidRPr="00D62E6E" w:rsidRDefault="00BC29D7" w:rsidP="00BD4AC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ZP2/2025</w:t>
            </w:r>
          </w:p>
        </w:tc>
      </w:tr>
    </w:tbl>
    <w:p w14:paraId="5FA0E72B" w14:textId="6786531E" w:rsidR="00BC121E" w:rsidRDefault="008B3EB0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BC29D7">
        <w:rPr>
          <w:rFonts w:ascii="Arial" w:eastAsia="Times New Roman" w:hAnsi="Arial" w:cs="Arial"/>
          <w:b/>
          <w:sz w:val="24"/>
          <w:szCs w:val="24"/>
          <w:lang w:eastAsia="pl-PL"/>
        </w:rPr>
        <w:t>Wojewódzki Zakład Opieki Psychiatrycznej Sp. z o.o.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3AD15661" w14:textId="77777777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0" w:dyaOrig="0" w14:anchorId="7B8482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3030B3" w:rsidRPr="003030B3">
        <w:rPr>
          <w:rFonts w:ascii="Arial" w:eastAsia="Times New Roman" w:hAnsi="Arial" w:cs="Arial"/>
          <w:sz w:val="24"/>
          <w:szCs w:val="24"/>
          <w:lang w:eastAsia="pl-PL"/>
        </w:rPr>
        <w:t>t.j. Dz.U. 2024 poz. 1616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BEBA773" w14:textId="77777777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0" w:dyaOrig="0" w14:anchorId="259BFD59">
          <v:shape id="_x0000_i1030" type="#_x0000_t75" style="width:453pt;height:17.25pt" o:ole="">
            <v:imagedata r:id="rId10" o:title=""/>
          </v:shape>
          <w:control r:id="rId11" w:name="OptionButton21" w:shapeid="_x0000_i1030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3030B3" w:rsidRPr="003030B3">
        <w:rPr>
          <w:rFonts w:ascii="Arial" w:eastAsia="Times New Roman" w:hAnsi="Arial" w:cs="Arial"/>
          <w:sz w:val="24"/>
          <w:szCs w:val="24"/>
          <w:lang w:eastAsia="pl-PL"/>
        </w:rPr>
        <w:t>t.j. Dz.U. 2024 poz. 1616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A83A2F1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0A56FB92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F24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A23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5E6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7EA6BFD9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D05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FA8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3ED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4D1C48DE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E58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975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7A4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43A46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75DC7029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24C7C1D8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1E64332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A690F81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178B7" w14:textId="77777777" w:rsidR="00DA1AAB" w:rsidRDefault="00DA1AAB">
      <w:r>
        <w:separator/>
      </w:r>
    </w:p>
  </w:endnote>
  <w:endnote w:type="continuationSeparator" w:id="0">
    <w:p w14:paraId="6B830AF9" w14:textId="77777777" w:rsidR="00DA1AAB" w:rsidRDefault="00DA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5E3D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1A0E4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B57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1E20491" w14:textId="0EAEB635" w:rsidR="009A4CD3" w:rsidRDefault="00BC29D7" w:rsidP="00BC29D7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E67375" wp14:editId="0E4F2E45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88498238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66647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9A4CD3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9A4CD3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606A" w14:textId="77777777" w:rsidR="008B3EB0" w:rsidRDefault="008B3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B2B6D" w14:textId="77777777" w:rsidR="00DA1AAB" w:rsidRDefault="00DA1AAB">
      <w:r>
        <w:separator/>
      </w:r>
    </w:p>
  </w:footnote>
  <w:footnote w:type="continuationSeparator" w:id="0">
    <w:p w14:paraId="6FDA1015" w14:textId="77777777" w:rsidR="00DA1AAB" w:rsidRDefault="00DA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121E" w14:textId="77777777" w:rsidR="008B3EB0" w:rsidRDefault="008B3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019F3" w14:textId="1C8BF80D" w:rsidR="008B3EB0" w:rsidRDefault="00BC29D7">
    <w:pPr>
      <w:pStyle w:val="Nagwek"/>
    </w:pPr>
    <w:r w:rsidRPr="0058231A">
      <w:rPr>
        <w:noProof/>
      </w:rPr>
      <w:drawing>
        <wp:inline distT="0" distB="0" distL="0" distR="0" wp14:anchorId="14F86559" wp14:editId="33108A07">
          <wp:extent cx="5953125" cy="628650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36A" w14:textId="77777777" w:rsidR="008B3EB0" w:rsidRDefault="008B3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2484216">
    <w:abstractNumId w:val="13"/>
  </w:num>
  <w:num w:numId="2" w16cid:durableId="1165432959">
    <w:abstractNumId w:val="0"/>
  </w:num>
  <w:num w:numId="3" w16cid:durableId="53547622">
    <w:abstractNumId w:val="11"/>
  </w:num>
  <w:num w:numId="4" w16cid:durableId="301690785">
    <w:abstractNumId w:val="8"/>
  </w:num>
  <w:num w:numId="5" w16cid:durableId="931860903">
    <w:abstractNumId w:val="7"/>
  </w:num>
  <w:num w:numId="6" w16cid:durableId="1533609703">
    <w:abstractNumId w:val="1"/>
  </w:num>
  <w:num w:numId="7" w16cid:durableId="67575138">
    <w:abstractNumId w:val="6"/>
  </w:num>
  <w:num w:numId="8" w16cid:durableId="2032878001">
    <w:abstractNumId w:val="3"/>
  </w:num>
  <w:num w:numId="9" w16cid:durableId="1785151002">
    <w:abstractNumId w:val="2"/>
  </w:num>
  <w:num w:numId="10" w16cid:durableId="643509017">
    <w:abstractNumId w:val="5"/>
  </w:num>
  <w:num w:numId="11" w16cid:durableId="689723623">
    <w:abstractNumId w:val="10"/>
  </w:num>
  <w:num w:numId="12" w16cid:durableId="1592546081">
    <w:abstractNumId w:val="4"/>
  </w:num>
  <w:num w:numId="13" w16cid:durableId="1773280293">
    <w:abstractNumId w:val="9"/>
  </w:num>
  <w:num w:numId="14" w16cid:durableId="18390779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AB"/>
    <w:rsid w:val="0000184A"/>
    <w:rsid w:val="00007C1C"/>
    <w:rsid w:val="00012997"/>
    <w:rsid w:val="000621A2"/>
    <w:rsid w:val="00067B62"/>
    <w:rsid w:val="000719DC"/>
    <w:rsid w:val="00075CEC"/>
    <w:rsid w:val="000807AB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30B3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D706E"/>
    <w:rsid w:val="008032C1"/>
    <w:rsid w:val="00844A96"/>
    <w:rsid w:val="008460DE"/>
    <w:rsid w:val="00882E9F"/>
    <w:rsid w:val="008843C0"/>
    <w:rsid w:val="008A0D67"/>
    <w:rsid w:val="008B3C7B"/>
    <w:rsid w:val="008B3EB0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C29D7"/>
    <w:rsid w:val="00BE6092"/>
    <w:rsid w:val="00BF69A4"/>
    <w:rsid w:val="00C33407"/>
    <w:rsid w:val="00C37CD2"/>
    <w:rsid w:val="00C527C7"/>
    <w:rsid w:val="00C606B9"/>
    <w:rsid w:val="00C62EB2"/>
    <w:rsid w:val="00C65401"/>
    <w:rsid w:val="00C93F0A"/>
    <w:rsid w:val="00CB6204"/>
    <w:rsid w:val="00CC527A"/>
    <w:rsid w:val="00D62E6E"/>
    <w:rsid w:val="00D74F94"/>
    <w:rsid w:val="00DA1AAB"/>
    <w:rsid w:val="00DD482A"/>
    <w:rsid w:val="00DE0396"/>
    <w:rsid w:val="00DE0405"/>
    <w:rsid w:val="00DE252B"/>
    <w:rsid w:val="00E0229C"/>
    <w:rsid w:val="00E37A20"/>
    <w:rsid w:val="00E9061B"/>
    <w:rsid w:val="00EB5766"/>
    <w:rsid w:val="00EC667E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A9117"/>
  <w15:chartTrackingRefBased/>
  <w15:docId w15:val="{CC40A13E-99F8-4FCE-9AE3-8DC1528B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ron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Boroń</dc:creator>
  <cp:keywords/>
  <cp:lastModifiedBy>Magdalena Boroń</cp:lastModifiedBy>
  <cp:revision>2</cp:revision>
  <cp:lastPrinted>2010-01-07T09:39:00Z</cp:lastPrinted>
  <dcterms:created xsi:type="dcterms:W3CDTF">2025-12-10T12:44:00Z</dcterms:created>
  <dcterms:modified xsi:type="dcterms:W3CDTF">2025-12-10T12:44:00Z</dcterms:modified>
</cp:coreProperties>
</file>